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316"/>
        <w:gridCol w:w="5310"/>
        <w:gridCol w:w="2689"/>
      </w:tblGrid>
      <w:tr w:rsidR="007739AC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C34BA0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E9708F">
            <w:pPr>
              <w:spacing w:after="0"/>
            </w:pPr>
            <w:r>
              <w:rPr>
                <w:rFonts w:asciiTheme="minorEastAsia" w:eastAsiaTheme="minorEastAsia" w:hAnsiTheme="minorEastAsia" w:hint="eastAsia"/>
              </w:rPr>
              <w:t>0000：トップメニュー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C34BA0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E9708F" w:rsidP="00E9708F">
            <w:pPr>
              <w:spacing w:after="0"/>
              <w:ind w:right="876"/>
              <w:jc w:val="right"/>
            </w:pPr>
            <w:r>
              <w:rPr>
                <w:noProof/>
              </w:rPr>
              <w:drawing>
                <wp:inline distT="0" distB="0" distL="0" distR="0" wp14:anchorId="2F36E6C7" wp14:editId="0911BE6F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処理</w:t>
            </w:r>
            <w:r w:rsidR="00C34BA0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C34BA0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C34BA0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C34BA0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C34BA0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E9708F">
            <w:pPr>
              <w:spacing w:after="0"/>
            </w:pPr>
            <w:r>
              <w:rPr>
                <w:rFonts w:asciiTheme="minorEastAsia" w:eastAsiaTheme="minorEastAsia" w:hAnsiTheme="minorEastAsia" w:hint="eastAsia"/>
              </w:rPr>
              <w:t>ログイン後のトップメニューです。</w:t>
            </w: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C34BA0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C34BA0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BA0" w:rsidRDefault="00C34BA0" w:rsidP="00E875D7">
      <w:pPr>
        <w:spacing w:after="0" w:line="240" w:lineRule="auto"/>
      </w:pPr>
      <w:r>
        <w:separator/>
      </w:r>
    </w:p>
  </w:endnote>
  <w:endnote w:type="continuationSeparator" w:id="0">
    <w:p w:rsidR="00C34BA0" w:rsidRDefault="00C34BA0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BA0" w:rsidRDefault="00C34BA0" w:rsidP="00E875D7">
      <w:pPr>
        <w:spacing w:after="0" w:line="240" w:lineRule="auto"/>
      </w:pPr>
      <w:r>
        <w:separator/>
      </w:r>
    </w:p>
  </w:footnote>
  <w:footnote w:type="continuationSeparator" w:id="0">
    <w:p w:rsidR="00C34BA0" w:rsidRDefault="00C34BA0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7739AC"/>
    <w:rsid w:val="00C34BA0"/>
    <w:rsid w:val="00E875D7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2021-05-25T23:17:00Z</dcterms:created>
  <dcterms:modified xsi:type="dcterms:W3CDTF">2021-05-25T23:17:00Z</dcterms:modified>
</cp:coreProperties>
</file>